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F26D5" w14:paraId="71B56870" w14:textId="77777777" w:rsidTr="00146EEC">
        <w:tc>
          <w:tcPr>
            <w:tcW w:w="2689" w:type="dxa"/>
          </w:tcPr>
          <w:p w14:paraId="39CE7822" w14:textId="3B6E0C3D" w:rsidR="006F26D5" w:rsidRPr="006F26D5" w:rsidRDefault="006F26D5" w:rsidP="006F26D5">
            <w:pPr>
              <w:pStyle w:val="SIText"/>
            </w:pPr>
            <w:r w:rsidRPr="006F26D5">
              <w:t>Release 1</w:t>
            </w:r>
          </w:p>
        </w:tc>
        <w:tc>
          <w:tcPr>
            <w:tcW w:w="6939" w:type="dxa"/>
          </w:tcPr>
          <w:p w14:paraId="40E37968" w14:textId="1AD6CAAB" w:rsidR="006F26D5" w:rsidRPr="006F26D5" w:rsidRDefault="006F26D5" w:rsidP="006F26D5">
            <w:pPr>
              <w:pStyle w:val="SIText"/>
            </w:pPr>
            <w:r w:rsidRPr="006F26D5">
              <w:t xml:space="preserve">This version released with FWP Forest and Wood Products Training Package Version </w:t>
            </w:r>
            <w:r w:rsidR="00141BD9">
              <w:t>7</w:t>
            </w:r>
            <w:r w:rsidRPr="006F26D5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25DE91C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AC6316">
              <w:t>HAR</w:t>
            </w:r>
            <w:r w:rsidR="00141BD9">
              <w:t>XXXX</w:t>
            </w:r>
          </w:p>
        </w:tc>
        <w:tc>
          <w:tcPr>
            <w:tcW w:w="3604" w:type="pct"/>
            <w:shd w:val="clear" w:color="auto" w:fill="auto"/>
          </w:tcPr>
          <w:p w14:paraId="68240ED7" w14:textId="2B372279" w:rsidR="00F1480E" w:rsidRPr="000754EC" w:rsidRDefault="00141BD9" w:rsidP="000754EC">
            <w:pPr>
              <w:pStyle w:val="SIUnittitle"/>
            </w:pPr>
            <w:r>
              <w:t>Co</w:t>
            </w:r>
            <w:r w:rsidR="009C3AFB">
              <w:t xml:space="preserve">ntribute to and implement a forest </w:t>
            </w:r>
            <w:r w:rsidR="009C3AFB" w:rsidRPr="009C3AFB">
              <w:t>harvesting plan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0B3EF0" w14:textId="4A8448E1" w:rsidR="00EA0037" w:rsidRPr="00EA0037" w:rsidRDefault="00EA0037" w:rsidP="00EA0037">
            <w:pPr>
              <w:pStyle w:val="SIText"/>
            </w:pPr>
            <w:r w:rsidRPr="00EA0037">
              <w:t>This unit of competency describes the</w:t>
            </w:r>
            <w:r w:rsidR="00292F22">
              <w:t xml:space="preserve"> skills and knowledge</w:t>
            </w:r>
            <w:r w:rsidRPr="00EA0037">
              <w:t xml:space="preserve"> required to </w:t>
            </w:r>
            <w:r w:rsidR="00292F22">
              <w:t xml:space="preserve">contribute </w:t>
            </w:r>
            <w:r w:rsidR="00257B07">
              <w:t xml:space="preserve">to the development and implementation of </w:t>
            </w:r>
            <w:r w:rsidR="00B10A0B">
              <w:t xml:space="preserve">a </w:t>
            </w:r>
            <w:r w:rsidRPr="00EA0037">
              <w:t xml:space="preserve">forest harvesting plan for established coupes </w:t>
            </w:r>
            <w:r w:rsidR="000F4C0C">
              <w:t>with the aim of</w:t>
            </w:r>
            <w:r w:rsidRPr="00EA0037">
              <w:t xml:space="preserve"> maximis</w:t>
            </w:r>
            <w:r w:rsidR="000F4C0C">
              <w:t>ing</w:t>
            </w:r>
            <w:r w:rsidRPr="00EA0037">
              <w:t xml:space="preserve"> output and cost efficiencies.</w:t>
            </w:r>
          </w:p>
          <w:p w14:paraId="5CEB07AC" w14:textId="77777777" w:rsidR="00297081" w:rsidRDefault="00297081" w:rsidP="00292F22"/>
          <w:p w14:paraId="649CF831" w14:textId="26E5E766" w:rsidR="00807DBF" w:rsidRDefault="00297081" w:rsidP="00292F22">
            <w:r w:rsidRPr="00297081">
              <w:t xml:space="preserve">The unit applies to individuals who are involved in developing and implementing </w:t>
            </w:r>
            <w:r>
              <w:t xml:space="preserve">forest harvesting </w:t>
            </w:r>
            <w:r w:rsidRPr="00297081">
              <w:t>plans</w:t>
            </w:r>
            <w:r>
              <w:t>.</w:t>
            </w:r>
          </w:p>
          <w:p w14:paraId="115FE521" w14:textId="77777777" w:rsidR="00297081" w:rsidRDefault="00297081" w:rsidP="00292F22">
            <w:pPr>
              <w:rPr>
                <w:rStyle w:val="SITemporaryText-red"/>
              </w:rPr>
            </w:pPr>
          </w:p>
          <w:p w14:paraId="174F3533" w14:textId="2EAAAC33" w:rsidR="00292F22" w:rsidRPr="00B10A0B" w:rsidRDefault="00292F22" w:rsidP="00B10A0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10A0B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757A46FD" w14:textId="77777777" w:rsidR="00EA0037" w:rsidRPr="00EA0037" w:rsidRDefault="00EA0037" w:rsidP="00EA0037">
            <w:pPr>
              <w:pStyle w:val="SIText"/>
            </w:pPr>
          </w:p>
          <w:p w14:paraId="034C6C33" w14:textId="0578B2DC" w:rsidR="00EA2FCF" w:rsidRPr="000754EC" w:rsidRDefault="00EA0037" w:rsidP="00EA0037">
            <w:pPr>
              <w:pStyle w:val="SIText"/>
            </w:pPr>
            <w:r w:rsidRPr="00EA0037">
              <w:t>No licensing, legislative</w:t>
            </w:r>
            <w:r w:rsidR="00807DBF">
              <w:t xml:space="preserve"> </w:t>
            </w:r>
            <w:r w:rsidRPr="00EA0037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8CCCA0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885B6D" w14:textId="77777777" w:rsidR="0039204B" w:rsidRDefault="00AC6316" w:rsidP="00BE0098">
            <w:pPr>
              <w:pStyle w:val="SIText"/>
            </w:pPr>
            <w:r>
              <w:t>Harvesting and Haulage (HAR)</w:t>
            </w:r>
          </w:p>
          <w:p w14:paraId="4A5A163B" w14:textId="5B7BC64B" w:rsidR="00EA0037" w:rsidRPr="000754EC" w:rsidRDefault="00EA0037" w:rsidP="00BE0098">
            <w:pPr>
              <w:pStyle w:val="SIText"/>
            </w:pPr>
            <w:r w:rsidRPr="00EA0037">
              <w:t>Forest Growing and Management</w:t>
            </w:r>
            <w:r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003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568F954" w:rsidR="00EA0037" w:rsidRPr="00EA0037" w:rsidRDefault="00EA0037" w:rsidP="00EA0037">
            <w:pPr>
              <w:pStyle w:val="SIText"/>
            </w:pPr>
            <w:r w:rsidRPr="00EA0037">
              <w:t xml:space="preserve">1. Prepare for </w:t>
            </w:r>
            <w:r w:rsidR="008C5B8C">
              <w:t xml:space="preserve">developing </w:t>
            </w:r>
            <w:r w:rsidR="000763FF">
              <w:t xml:space="preserve">forest </w:t>
            </w:r>
            <w:r w:rsidRPr="00EA0037">
              <w:t>harvest</w:t>
            </w:r>
            <w:r w:rsidR="000763FF">
              <w:t>ing</w:t>
            </w:r>
            <w:r w:rsidRPr="00EA0037">
              <w:t xml:space="preserve"> </w:t>
            </w:r>
            <w:r w:rsidR="008C5B8C">
              <w:t>plan</w:t>
            </w:r>
          </w:p>
        </w:tc>
        <w:tc>
          <w:tcPr>
            <w:tcW w:w="3604" w:type="pct"/>
            <w:shd w:val="clear" w:color="auto" w:fill="auto"/>
          </w:tcPr>
          <w:p w14:paraId="51F96462" w14:textId="5F41D082" w:rsidR="00EA0037" w:rsidRPr="00EA0037" w:rsidRDefault="00EA0037" w:rsidP="00EA0037">
            <w:r w:rsidRPr="00EA0037">
              <w:t>1.1 A</w:t>
            </w:r>
            <w:r w:rsidR="008C5B8C">
              <w:t>ssess</w:t>
            </w:r>
            <w:r w:rsidRPr="00EA0037">
              <w:t xml:space="preserve"> workplace health and safety, environmental and regulatory requirements for harvest </w:t>
            </w:r>
            <w:proofErr w:type="gramStart"/>
            <w:r w:rsidRPr="00EA0037">
              <w:t>activities</w:t>
            </w:r>
            <w:proofErr w:type="gramEnd"/>
          </w:p>
          <w:p w14:paraId="678CD712" w14:textId="3604DFE9" w:rsidR="00EA0037" w:rsidRPr="00EA0037" w:rsidRDefault="00EA0037" w:rsidP="00EA0037">
            <w:r w:rsidRPr="00EA0037">
              <w:t>1.2 Determine coupe locations using map and grid references and establish boundaries</w:t>
            </w:r>
          </w:p>
          <w:p w14:paraId="2123B4B8" w14:textId="50F0719B" w:rsidR="00EA0037" w:rsidRPr="00EA0037" w:rsidRDefault="00EA0037" w:rsidP="00EA0037">
            <w:r w:rsidRPr="00EA0037">
              <w:t>1.3 Identify local authority coverage, approved land use zonings and apply for approvals</w:t>
            </w:r>
          </w:p>
          <w:p w14:paraId="71D8AEE3" w14:textId="1D98E81C" w:rsidR="00EA0037" w:rsidRPr="00EA0037" w:rsidRDefault="00EA0037" w:rsidP="00EA0037">
            <w:r w:rsidRPr="00EA0037">
              <w:t>1.4 Obtain land ownings</w:t>
            </w:r>
            <w:r w:rsidR="008C5B8C">
              <w:t xml:space="preserve"> according to workplace procedures</w:t>
            </w:r>
          </w:p>
          <w:p w14:paraId="48FD52BC" w14:textId="77777777" w:rsidR="00EA0037" w:rsidRDefault="00EA0037" w:rsidP="00EA0037">
            <w:r w:rsidRPr="00EA0037">
              <w:t xml:space="preserve">1.5 </w:t>
            </w:r>
            <w:r w:rsidR="008C5B8C">
              <w:t>Assess</w:t>
            </w:r>
            <w:r w:rsidRPr="00EA0037">
              <w:t xml:space="preserve"> ramifications of environmental issues documented in previous harvesting plans</w:t>
            </w:r>
          </w:p>
          <w:p w14:paraId="1696B99B" w14:textId="65C5F7FA" w:rsidR="008C5B8C" w:rsidRPr="00EA0037" w:rsidRDefault="008C5B8C" w:rsidP="00EA0037">
            <w:r>
              <w:t xml:space="preserve">1.6 Report </w:t>
            </w:r>
            <w:r w:rsidR="0044193D">
              <w:t xml:space="preserve">outcomes of initial findings to appropriate personnel and confirm </w:t>
            </w:r>
            <w:r w:rsidR="001B16B2">
              <w:t>further actions</w:t>
            </w:r>
          </w:p>
        </w:tc>
      </w:tr>
      <w:tr w:rsidR="00EA003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4499629" w:rsidR="00EA0037" w:rsidRPr="00EA0037" w:rsidRDefault="00EA0037" w:rsidP="00EA0037">
            <w:pPr>
              <w:pStyle w:val="SIText"/>
            </w:pPr>
            <w:r w:rsidRPr="00EA0037">
              <w:t xml:space="preserve">2. </w:t>
            </w:r>
            <w:r w:rsidR="00282DF0">
              <w:t>Support de</w:t>
            </w:r>
            <w:r w:rsidR="000763FF">
              <w:t>velopment</w:t>
            </w:r>
            <w:r w:rsidR="00282DF0">
              <w:t xml:space="preserve"> of</w:t>
            </w:r>
            <w:r w:rsidRPr="00EA0037">
              <w:t xml:space="preserve"> </w:t>
            </w:r>
            <w:r w:rsidR="000763FF">
              <w:t xml:space="preserve">forest </w:t>
            </w:r>
            <w:r w:rsidRPr="00EA0037">
              <w:t>harvesting plan</w:t>
            </w:r>
          </w:p>
        </w:tc>
        <w:tc>
          <w:tcPr>
            <w:tcW w:w="3604" w:type="pct"/>
            <w:shd w:val="clear" w:color="auto" w:fill="auto"/>
          </w:tcPr>
          <w:p w14:paraId="396C1C6A" w14:textId="7EA45D92" w:rsidR="00EA0037" w:rsidRPr="00EA0037" w:rsidRDefault="00EA0037" w:rsidP="00EA0037">
            <w:r w:rsidRPr="00EA0037">
              <w:t>2.1 A</w:t>
            </w:r>
            <w:r w:rsidR="00A0053F">
              <w:t>ssess</w:t>
            </w:r>
            <w:r w:rsidRPr="00EA0037">
              <w:t xml:space="preserve"> and record topography, forest types and available species</w:t>
            </w:r>
          </w:p>
          <w:p w14:paraId="038AEB0C" w14:textId="1B7FC307" w:rsidR="00EA0037" w:rsidRPr="00EA0037" w:rsidRDefault="00EA0037" w:rsidP="00EA0037">
            <w:r w:rsidRPr="00EA0037">
              <w:t xml:space="preserve">2.2 Calculate gross area of each coupe and determine net area to be </w:t>
            </w:r>
            <w:proofErr w:type="gramStart"/>
            <w:r w:rsidRPr="00EA0037">
              <w:t>harvested</w:t>
            </w:r>
            <w:proofErr w:type="gramEnd"/>
          </w:p>
          <w:p w14:paraId="0367EB5A" w14:textId="02A6B449" w:rsidR="00EA0037" w:rsidRPr="00EA0037" w:rsidRDefault="00EA0037" w:rsidP="00EA0037">
            <w:r w:rsidRPr="00EA0037">
              <w:t>2.3 Calculate and record volume estimates for each coupe</w:t>
            </w:r>
          </w:p>
          <w:p w14:paraId="44BC93D1" w14:textId="50C67DDF" w:rsidR="00EA0037" w:rsidRPr="00EA0037" w:rsidRDefault="00EA0037" w:rsidP="00EA0037">
            <w:r w:rsidRPr="00EA0037">
              <w:t xml:space="preserve">2.4 </w:t>
            </w:r>
            <w:r w:rsidR="00A0053F">
              <w:t>Determine</w:t>
            </w:r>
            <w:r w:rsidRPr="00EA0037">
              <w:t xml:space="preserve"> harvesting and cartage requirements</w:t>
            </w:r>
          </w:p>
          <w:p w14:paraId="117F94A4" w14:textId="49074FD6" w:rsidR="00EA0037" w:rsidRDefault="00EA0037" w:rsidP="00EA0037">
            <w:r w:rsidRPr="00EA0037">
              <w:t>2.5 Assess environmental conditions and plan site preparation, access and operational activities</w:t>
            </w:r>
          </w:p>
          <w:p w14:paraId="388EACF8" w14:textId="50E3F3B0" w:rsidR="00A572FE" w:rsidRPr="00EA0037" w:rsidRDefault="00A572FE" w:rsidP="00EA0037">
            <w:r>
              <w:t xml:space="preserve">2.6 </w:t>
            </w:r>
            <w:r w:rsidR="0047435A">
              <w:t xml:space="preserve">Liaise and seek support from senior personnel during </w:t>
            </w:r>
            <w:r w:rsidR="001B6931">
              <w:t>preparation</w:t>
            </w:r>
            <w:r w:rsidR="0047435A">
              <w:t xml:space="preserve"> of draft harvesting plan, as required</w:t>
            </w:r>
          </w:p>
          <w:p w14:paraId="417A9C80" w14:textId="5FFFAF7B" w:rsidR="00EA0037" w:rsidRDefault="00EA0037" w:rsidP="00EA0037">
            <w:pPr>
              <w:pStyle w:val="SIText"/>
            </w:pPr>
            <w:r w:rsidRPr="00EA0037">
              <w:t>2.</w:t>
            </w:r>
            <w:r w:rsidR="0047435A">
              <w:t>7</w:t>
            </w:r>
            <w:r w:rsidRPr="00EA0037">
              <w:t xml:space="preserve"> Produce</w:t>
            </w:r>
            <w:r w:rsidR="005C62AA">
              <w:t xml:space="preserve"> draft </w:t>
            </w:r>
            <w:r w:rsidRPr="00EA0037">
              <w:t xml:space="preserve">harvesting plan </w:t>
            </w:r>
            <w:r w:rsidR="005C62AA">
              <w:t>according to workplace procedures</w:t>
            </w:r>
          </w:p>
          <w:p w14:paraId="6BB72E57" w14:textId="521E12F3" w:rsidR="005C62AA" w:rsidRPr="00EA0037" w:rsidRDefault="005C62AA" w:rsidP="00EA0037">
            <w:pPr>
              <w:pStyle w:val="SIText"/>
            </w:pPr>
            <w:r>
              <w:t>2.</w:t>
            </w:r>
            <w:r w:rsidR="0047435A">
              <w:t>8</w:t>
            </w:r>
            <w:r>
              <w:t xml:space="preserve"> Forward draft harvesting plan</w:t>
            </w:r>
            <w:r w:rsidRPr="005C62AA">
              <w:t xml:space="preserve"> to appropriate personnel and confirm further actions</w:t>
            </w:r>
          </w:p>
        </w:tc>
      </w:tr>
      <w:tr w:rsidR="00EA0037" w:rsidRPr="00963A46" w14:paraId="561BC1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C2F9A" w14:textId="430B1B8A" w:rsidR="00EA0037" w:rsidRPr="00EA0037" w:rsidRDefault="00EA0037" w:rsidP="00EA0037">
            <w:pPr>
              <w:pStyle w:val="SIText"/>
            </w:pPr>
            <w:r w:rsidRPr="00EA0037">
              <w:lastRenderedPageBreak/>
              <w:t xml:space="preserve">3. </w:t>
            </w:r>
            <w:r w:rsidR="0053363E">
              <w:t xml:space="preserve">Coordinate implementation of </w:t>
            </w:r>
            <w:r w:rsidRPr="00EA0037">
              <w:t>harvesting plan</w:t>
            </w:r>
          </w:p>
        </w:tc>
        <w:tc>
          <w:tcPr>
            <w:tcW w:w="3604" w:type="pct"/>
            <w:shd w:val="clear" w:color="auto" w:fill="auto"/>
          </w:tcPr>
          <w:p w14:paraId="57734D1E" w14:textId="2C0B471F" w:rsidR="00EA0037" w:rsidRPr="00EA0037" w:rsidRDefault="00EA0037" w:rsidP="00EA0037">
            <w:r w:rsidRPr="00EA0037">
              <w:t xml:space="preserve">3.1 </w:t>
            </w:r>
            <w:r w:rsidR="0053363E">
              <w:t>Confirm contractual arrangements with contractors for implementation of harvesting plan</w:t>
            </w:r>
          </w:p>
          <w:p w14:paraId="7D626152" w14:textId="6EDA1A34" w:rsidR="00EA0037" w:rsidRDefault="00EA0037" w:rsidP="00EA0037">
            <w:r w:rsidRPr="00EA0037">
              <w:t xml:space="preserve">3.2 </w:t>
            </w:r>
            <w:r w:rsidR="0053363E">
              <w:t xml:space="preserve">Monitor </w:t>
            </w:r>
            <w:r w:rsidR="00201FF7">
              <w:t xml:space="preserve">ongoing </w:t>
            </w:r>
            <w:r w:rsidR="00255A74">
              <w:t>implementation of harvesting operations against harvesting plan</w:t>
            </w:r>
          </w:p>
          <w:p w14:paraId="402C1D8C" w14:textId="1E6650C3" w:rsidR="001B157F" w:rsidRDefault="001B157F" w:rsidP="00EA0037">
            <w:r>
              <w:t xml:space="preserve">3.3 Monitor </w:t>
            </w:r>
            <w:r w:rsidR="00315624">
              <w:t xml:space="preserve">contractor </w:t>
            </w:r>
            <w:r>
              <w:t>compliance with production</w:t>
            </w:r>
            <w:r w:rsidR="00D432E3">
              <w:t xml:space="preserve">, </w:t>
            </w:r>
            <w:r w:rsidR="00724AC9">
              <w:t xml:space="preserve">environment protection </w:t>
            </w:r>
            <w:r w:rsidR="00D432E3">
              <w:t xml:space="preserve">and other contractual </w:t>
            </w:r>
            <w:r w:rsidR="00724AC9">
              <w:t>requirements</w:t>
            </w:r>
          </w:p>
          <w:p w14:paraId="039D7197" w14:textId="1E124737" w:rsidR="00081739" w:rsidRPr="00EA0037" w:rsidRDefault="00081739" w:rsidP="00EA0037">
            <w:r>
              <w:t>3.</w:t>
            </w:r>
            <w:r w:rsidR="00E07143">
              <w:t>4</w:t>
            </w:r>
            <w:r>
              <w:t xml:space="preserve"> </w:t>
            </w:r>
            <w:r w:rsidR="009226BF">
              <w:t xml:space="preserve">Identify </w:t>
            </w:r>
            <w:r w:rsidR="007B26AD">
              <w:t xml:space="preserve">and resolve </w:t>
            </w:r>
            <w:r w:rsidR="00625F6F">
              <w:t xml:space="preserve">contractor </w:t>
            </w:r>
            <w:r w:rsidR="007B26AD">
              <w:t>non</w:t>
            </w:r>
            <w:r w:rsidR="00625F6F">
              <w:t>-</w:t>
            </w:r>
            <w:r w:rsidR="007B26AD">
              <w:t xml:space="preserve">compliances within scope of </w:t>
            </w:r>
            <w:r w:rsidR="003334B5">
              <w:t>responsibility</w:t>
            </w:r>
            <w:r w:rsidR="00625F6F">
              <w:t xml:space="preserve"> and workplace procedures</w:t>
            </w:r>
          </w:p>
          <w:p w14:paraId="271B1C5C" w14:textId="25D01116" w:rsidR="00EA0037" w:rsidRPr="00EA0037" w:rsidRDefault="00EA0037" w:rsidP="00EA0037">
            <w:r w:rsidRPr="00EA0037">
              <w:t>3.</w:t>
            </w:r>
            <w:r w:rsidR="00E07143">
              <w:t>5</w:t>
            </w:r>
            <w:r w:rsidRPr="00EA0037">
              <w:t xml:space="preserve"> Report </w:t>
            </w:r>
            <w:r w:rsidR="003334B5">
              <w:t xml:space="preserve">on </w:t>
            </w:r>
            <w:r w:rsidR="00F05E3B">
              <w:t>implemen</w:t>
            </w:r>
            <w:r w:rsidR="003334B5">
              <w:t>tation</w:t>
            </w:r>
            <w:r w:rsidRPr="00EA0037">
              <w:t xml:space="preserve"> </w:t>
            </w:r>
            <w:r w:rsidR="009F0FCB">
              <w:t xml:space="preserve">of </w:t>
            </w:r>
            <w:r w:rsidRPr="00EA0037">
              <w:t>harvesting plan to appropriate personnel</w:t>
            </w:r>
          </w:p>
        </w:tc>
      </w:tr>
      <w:tr w:rsidR="00A577F8" w:rsidRPr="00963A46" w14:paraId="72F8D1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662FDA" w14:textId="08A27F27" w:rsidR="00A577F8" w:rsidRPr="00EA0037" w:rsidRDefault="00A577F8" w:rsidP="00EA0037">
            <w:pPr>
              <w:pStyle w:val="SIText"/>
            </w:pPr>
            <w:r>
              <w:t>4. Review implementation of harvesting plan</w:t>
            </w:r>
          </w:p>
        </w:tc>
        <w:tc>
          <w:tcPr>
            <w:tcW w:w="3604" w:type="pct"/>
            <w:shd w:val="clear" w:color="auto" w:fill="auto"/>
          </w:tcPr>
          <w:p w14:paraId="3F6088CB" w14:textId="77777777" w:rsidR="00A577F8" w:rsidRDefault="00A577F8" w:rsidP="00EA0037">
            <w:r>
              <w:t xml:space="preserve">4.1 </w:t>
            </w:r>
            <w:r w:rsidR="0080775F">
              <w:t>Gather and assess information on implementation</w:t>
            </w:r>
            <w:r w:rsidR="0080775F" w:rsidRPr="00EA0037">
              <w:t xml:space="preserve"> </w:t>
            </w:r>
            <w:r w:rsidR="0080775F">
              <w:t xml:space="preserve">of </w:t>
            </w:r>
            <w:r w:rsidR="0080775F" w:rsidRPr="00EA0037">
              <w:t>harvesting plan</w:t>
            </w:r>
            <w:r w:rsidR="0080775F">
              <w:t xml:space="preserve"> according to workplace procedures</w:t>
            </w:r>
          </w:p>
          <w:p w14:paraId="5DC0B84F" w14:textId="60991F8B" w:rsidR="0080775F" w:rsidRDefault="0080775F" w:rsidP="00EA0037">
            <w:r>
              <w:t>4.2 Consult with contractors</w:t>
            </w:r>
            <w:r w:rsidR="00CB0BF6">
              <w:t>, senior personnel</w:t>
            </w:r>
            <w:r>
              <w:t xml:space="preserve"> and other </w:t>
            </w:r>
            <w:r w:rsidR="00CB0BF6">
              <w:t>stakeholders</w:t>
            </w:r>
            <w:r>
              <w:t xml:space="preserve"> </w:t>
            </w:r>
            <w:r w:rsidR="00CB0BF6">
              <w:t>on potential improvements to harvesting plan</w:t>
            </w:r>
          </w:p>
          <w:p w14:paraId="09468F6C" w14:textId="646C7201" w:rsidR="00CB0BF6" w:rsidRPr="00EA0037" w:rsidRDefault="00CB0BF6" w:rsidP="00EA0037">
            <w:r>
              <w:t>4.3 Forward report on review</w:t>
            </w:r>
            <w:r w:rsidRPr="00EA0037">
              <w:t xml:space="preserve"> </w:t>
            </w:r>
            <w:r w:rsidR="00C66932">
              <w:t xml:space="preserve">of </w:t>
            </w:r>
            <w:r w:rsidRPr="00EA0037">
              <w:t>harvesting plan</w:t>
            </w:r>
            <w:r>
              <w:t>, including suggestions for future improvements</w:t>
            </w:r>
            <w:r w:rsidR="002B2ED4">
              <w:t xml:space="preserve"> to planning and implementation of harvesting operations</w:t>
            </w:r>
            <w:r>
              <w:t>,</w:t>
            </w:r>
            <w:r w:rsidRPr="00EA0037">
              <w:t xml:space="preserve"> to appropriate personnel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0037" w:rsidRPr="00336FCA" w:rsidDel="00423CB2" w14:paraId="407FBFE7" w14:textId="77777777" w:rsidTr="00CA2922">
        <w:tc>
          <w:tcPr>
            <w:tcW w:w="1396" w:type="pct"/>
          </w:tcPr>
          <w:p w14:paraId="790F40AB" w14:textId="36CB9CD1" w:rsidR="00EA0037" w:rsidRPr="00EA0037" w:rsidRDefault="00EA0037" w:rsidP="00EA0037">
            <w:pPr>
              <w:pStyle w:val="SIText"/>
            </w:pPr>
            <w:r w:rsidRPr="00EA0037">
              <w:t>Reading</w:t>
            </w:r>
          </w:p>
        </w:tc>
        <w:tc>
          <w:tcPr>
            <w:tcW w:w="3604" w:type="pct"/>
          </w:tcPr>
          <w:p w14:paraId="5930CEF0" w14:textId="5977CD73" w:rsidR="00EA0037" w:rsidRPr="00EA0037" w:rsidRDefault="00B147B8" w:rsidP="003B4046">
            <w:pPr>
              <w:pStyle w:val="SIBulletList1"/>
            </w:pPr>
            <w:r>
              <w:t>I</w:t>
            </w:r>
            <w:r w:rsidR="00EA0037" w:rsidRPr="00EA0037">
              <w:t>nterpret</w:t>
            </w:r>
            <w:r w:rsidR="003B4046">
              <w:t xml:space="preserve"> </w:t>
            </w:r>
            <w:r w:rsidR="003F227C">
              <w:t xml:space="preserve">complex </w:t>
            </w:r>
            <w:r w:rsidR="003B4046">
              <w:t xml:space="preserve">written </w:t>
            </w:r>
            <w:r w:rsidR="00EA0037" w:rsidRPr="00EA0037">
              <w:t>regulatory and environmental information affecting harvest plans</w:t>
            </w:r>
          </w:p>
        </w:tc>
      </w:tr>
      <w:tr w:rsidR="00EA0037" w:rsidRPr="00336FCA" w:rsidDel="00423CB2" w14:paraId="3073D9EE" w14:textId="77777777" w:rsidTr="00CA2922">
        <w:tc>
          <w:tcPr>
            <w:tcW w:w="1396" w:type="pct"/>
          </w:tcPr>
          <w:p w14:paraId="21CEE26E" w14:textId="19524041" w:rsidR="00EA0037" w:rsidRPr="00EA0037" w:rsidRDefault="00EA0037" w:rsidP="00EA0037">
            <w:pPr>
              <w:pStyle w:val="SIText"/>
            </w:pPr>
            <w:r w:rsidRPr="00EA0037">
              <w:t>Writing</w:t>
            </w:r>
          </w:p>
        </w:tc>
        <w:tc>
          <w:tcPr>
            <w:tcW w:w="3604" w:type="pct"/>
          </w:tcPr>
          <w:p w14:paraId="18D14C96" w14:textId="70B5F9A1" w:rsidR="00EA0037" w:rsidRPr="00EA0037" w:rsidRDefault="00B147B8" w:rsidP="003373FA">
            <w:pPr>
              <w:pStyle w:val="SIBulletList1"/>
            </w:pPr>
            <w:r>
              <w:t>P</w:t>
            </w:r>
            <w:r w:rsidR="003373FA">
              <w:t>repare</w:t>
            </w:r>
            <w:r w:rsidR="00EA0037" w:rsidRPr="00EA0037">
              <w:t xml:space="preserve"> </w:t>
            </w:r>
            <w:r w:rsidR="003B4046">
              <w:t xml:space="preserve">complex </w:t>
            </w:r>
            <w:r w:rsidR="003373FA">
              <w:t>written documents</w:t>
            </w:r>
            <w:r>
              <w:t>,</w:t>
            </w:r>
            <w:r w:rsidR="003373FA">
              <w:t xml:space="preserve"> including </w:t>
            </w:r>
            <w:r w:rsidR="00EA0037" w:rsidRPr="00EA0037">
              <w:t>detailed approval applications</w:t>
            </w:r>
            <w:r w:rsidR="003373FA">
              <w:t xml:space="preserve"> </w:t>
            </w:r>
            <w:r w:rsidR="00D812E4">
              <w:t xml:space="preserve">for </w:t>
            </w:r>
            <w:r w:rsidR="00EA0037" w:rsidRPr="00EA0037">
              <w:t>harvesting plans.</w:t>
            </w:r>
          </w:p>
        </w:tc>
      </w:tr>
      <w:tr w:rsidR="00B147B8" w:rsidRPr="00336FCA" w:rsidDel="00423CB2" w14:paraId="64724DD3" w14:textId="77777777" w:rsidTr="00CA2922">
        <w:tc>
          <w:tcPr>
            <w:tcW w:w="1396" w:type="pct"/>
          </w:tcPr>
          <w:p w14:paraId="4C2AD8F3" w14:textId="1ABDF87F" w:rsidR="00B147B8" w:rsidRPr="00EA0037" w:rsidRDefault="00B147B8" w:rsidP="00B147B8">
            <w:pPr>
              <w:pStyle w:val="SIText"/>
            </w:pPr>
            <w:r w:rsidRPr="00EA0037">
              <w:t xml:space="preserve">Oral communication </w:t>
            </w:r>
          </w:p>
        </w:tc>
        <w:tc>
          <w:tcPr>
            <w:tcW w:w="3604" w:type="pct"/>
          </w:tcPr>
          <w:p w14:paraId="22D1C4A9" w14:textId="169875D1" w:rsidR="00B147B8" w:rsidRDefault="00B147B8" w:rsidP="00B147B8">
            <w:pPr>
              <w:pStyle w:val="SIBulletList1"/>
            </w:pPr>
            <w:r>
              <w:t>U</w:t>
            </w:r>
            <w:r>
              <w:t>se verbal and non-verbal communication and active listening skills to communicate with contractors and resolve issues associated with implementation of harvest plans</w:t>
            </w:r>
          </w:p>
        </w:tc>
      </w:tr>
      <w:tr w:rsidR="00B147B8" w:rsidRPr="00336FCA" w:rsidDel="00423CB2" w14:paraId="2712EF5A" w14:textId="77777777" w:rsidTr="00CA2922">
        <w:tc>
          <w:tcPr>
            <w:tcW w:w="1396" w:type="pct"/>
          </w:tcPr>
          <w:p w14:paraId="7E0D4893" w14:textId="018ABAF8" w:rsidR="00B147B8" w:rsidRPr="00EA0037" w:rsidRDefault="00B147B8" w:rsidP="00B147B8">
            <w:pPr>
              <w:pStyle w:val="SIText"/>
            </w:pPr>
            <w:r w:rsidRPr="00EA0037">
              <w:t>Numeracy</w:t>
            </w:r>
          </w:p>
        </w:tc>
        <w:tc>
          <w:tcPr>
            <w:tcW w:w="3604" w:type="pct"/>
          </w:tcPr>
          <w:p w14:paraId="5EA6262A" w14:textId="199992D8" w:rsidR="00B147B8" w:rsidRDefault="00B147B8" w:rsidP="00B147B8">
            <w:pPr>
              <w:pStyle w:val="SIBulletList1"/>
            </w:pPr>
            <w:r>
              <w:t>P</w:t>
            </w:r>
            <w:r>
              <w:t xml:space="preserve">erform calculations </w:t>
            </w:r>
            <w:r w:rsidRPr="00EA0037">
              <w:t>involving gross and nett spatial areas, volumes of extraction and weight for cartage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360FE" w14:paraId="7449DA1D" w14:textId="77777777" w:rsidTr="00F33FF2">
        <w:tc>
          <w:tcPr>
            <w:tcW w:w="1028" w:type="pct"/>
          </w:tcPr>
          <w:p w14:paraId="09E49E25" w14:textId="1DD82041" w:rsidR="001360FE" w:rsidRPr="00DE3A7D" w:rsidRDefault="001360FE" w:rsidP="00B147B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3A7D">
              <w:t>FWP</w:t>
            </w:r>
            <w:r w:rsidR="004A70C1">
              <w:t>FGM5</w:t>
            </w:r>
            <w:r w:rsidRPr="00DE3A7D">
              <w:t>XXX Contribute to and implement a forest harvesting plan</w:t>
            </w:r>
          </w:p>
        </w:tc>
        <w:tc>
          <w:tcPr>
            <w:tcW w:w="1105" w:type="pct"/>
          </w:tcPr>
          <w:p w14:paraId="37E70D62" w14:textId="0EAC975E" w:rsidR="001360FE" w:rsidRPr="00DE3A7D" w:rsidRDefault="001360FE" w:rsidP="00DE3A7D">
            <w:pPr>
              <w:pStyle w:val="SIText"/>
            </w:pPr>
            <w:r w:rsidRPr="00DE3A7D">
              <w:t>FWPHAR5201 Design harvest plans</w:t>
            </w:r>
          </w:p>
          <w:p w14:paraId="2293AA64" w14:textId="75E9EB31" w:rsidR="001360FE" w:rsidRPr="00DE3A7D" w:rsidRDefault="001360FE" w:rsidP="00DE3A7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1DC0913C" w14:textId="57DC00B9" w:rsidR="001E196A" w:rsidRPr="001E196A" w:rsidRDefault="001E196A" w:rsidP="001E196A">
            <w:pPr>
              <w:pStyle w:val="SIText"/>
              <w:rPr>
                <w:rStyle w:val="SITemporaryText-red"/>
              </w:rPr>
            </w:pPr>
            <w:r w:rsidRPr="00CF1DDA">
              <w:t xml:space="preserve">Redesigned unit that includes content from </w:t>
            </w:r>
            <w:r w:rsidRPr="00DE3A7D">
              <w:t>F</w:t>
            </w:r>
            <w:r w:rsidRPr="001E196A">
              <w:t>WPHAR5201 Design harvest plans</w:t>
            </w:r>
          </w:p>
          <w:p w14:paraId="7D3C4B75" w14:textId="0AABFE8F" w:rsidR="001360FE" w:rsidRPr="00DE3A7D" w:rsidRDefault="001E196A" w:rsidP="001E196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1DDA">
              <w:t xml:space="preserve">and </w:t>
            </w:r>
            <w:r w:rsidRPr="00DE3A7D">
              <w:t>F</w:t>
            </w:r>
            <w:r w:rsidRPr="001E196A">
              <w:t>WPFGM5216 Mange coupe planning</w:t>
            </w:r>
          </w:p>
        </w:tc>
        <w:tc>
          <w:tcPr>
            <w:tcW w:w="1616" w:type="pct"/>
          </w:tcPr>
          <w:p w14:paraId="6630AC2B" w14:textId="64AB46E5" w:rsidR="001360FE" w:rsidRPr="00DE3A7D" w:rsidRDefault="001360FE" w:rsidP="00DE3A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3A7D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</w:tc>
      </w:tr>
      <w:tr w:rsidR="003A537C" w14:paraId="69CFF4D0" w14:textId="77777777" w:rsidTr="00F33FF2">
        <w:tc>
          <w:tcPr>
            <w:tcW w:w="1028" w:type="pct"/>
          </w:tcPr>
          <w:p w14:paraId="2959E7B1" w14:textId="1A9EB1D3" w:rsidR="003A537C" w:rsidRPr="00DE3A7D" w:rsidRDefault="003A537C" w:rsidP="00B147B8">
            <w:pPr>
              <w:pStyle w:val="SIText"/>
            </w:pPr>
            <w:r w:rsidRPr="00DE3A7D">
              <w:t>FWP</w:t>
            </w:r>
            <w:r w:rsidR="004A70C1">
              <w:t>FGM5</w:t>
            </w:r>
            <w:r w:rsidRPr="00DE3A7D">
              <w:t>XXX Contribute to and implement a forest harvesting plan</w:t>
            </w:r>
          </w:p>
        </w:tc>
        <w:tc>
          <w:tcPr>
            <w:tcW w:w="1105" w:type="pct"/>
          </w:tcPr>
          <w:p w14:paraId="7CAB3D35" w14:textId="77777777" w:rsidR="003A537C" w:rsidRPr="00DE3A7D" w:rsidRDefault="002E5302" w:rsidP="00DE3A7D">
            <w:pPr>
              <w:pStyle w:val="SIText"/>
            </w:pPr>
            <w:r w:rsidRPr="00DE3A7D">
              <w:t>FWPFGM5216 Mange coupe planning</w:t>
            </w:r>
          </w:p>
          <w:p w14:paraId="791A39FA" w14:textId="29F0A8FE" w:rsidR="00DE3A7D" w:rsidRPr="00DE3A7D" w:rsidRDefault="00DE3A7D" w:rsidP="00DE3A7D">
            <w:pPr>
              <w:pStyle w:val="SIText"/>
            </w:pPr>
          </w:p>
        </w:tc>
        <w:tc>
          <w:tcPr>
            <w:tcW w:w="1251" w:type="pct"/>
          </w:tcPr>
          <w:p w14:paraId="4A5FEDF6" w14:textId="77777777" w:rsidR="001E196A" w:rsidRPr="001E196A" w:rsidRDefault="001E196A" w:rsidP="001E196A">
            <w:pPr>
              <w:pStyle w:val="SIText"/>
              <w:rPr>
                <w:rStyle w:val="SITemporaryText-red"/>
              </w:rPr>
            </w:pPr>
            <w:r w:rsidRPr="00CF1DDA">
              <w:t xml:space="preserve">Redesigned unit that includes content from </w:t>
            </w:r>
            <w:r w:rsidRPr="001E196A">
              <w:t>FWPHAR5201 Design harvest plans</w:t>
            </w:r>
          </w:p>
          <w:p w14:paraId="7E2F335D" w14:textId="5D38E21D" w:rsidR="003A537C" w:rsidRPr="00DE3A7D" w:rsidRDefault="001E196A" w:rsidP="001E196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1DDA">
              <w:t xml:space="preserve">and </w:t>
            </w:r>
            <w:r w:rsidRPr="001E196A">
              <w:t>FWPFGM5216 Mange coupe planning</w:t>
            </w:r>
          </w:p>
        </w:tc>
        <w:tc>
          <w:tcPr>
            <w:tcW w:w="1616" w:type="pct"/>
          </w:tcPr>
          <w:p w14:paraId="73D26740" w14:textId="629944E4" w:rsidR="003A537C" w:rsidRPr="00DE3A7D" w:rsidRDefault="002E5302" w:rsidP="00DE3A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3A7D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4754BFC9" w:rsidR="00572E61" w:rsidRDefault="00572E61" w:rsidP="005F771F">
      <w:pPr>
        <w:pStyle w:val="SIText"/>
      </w:pPr>
    </w:p>
    <w:p w14:paraId="194E64C7" w14:textId="77777777" w:rsidR="00572E61" w:rsidRDefault="00572E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3F2990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A0037" w:rsidRPr="00EA0037">
              <w:t>FWP</w:t>
            </w:r>
            <w:r w:rsidR="004A70C1">
              <w:t>FGM5</w:t>
            </w:r>
            <w:r w:rsidR="00276973">
              <w:t>XXX</w:t>
            </w:r>
            <w:r w:rsidR="00EA0037" w:rsidRPr="00EA0037">
              <w:t xml:space="preserve"> </w:t>
            </w:r>
            <w:r w:rsidR="00276973">
              <w:t>Co</w:t>
            </w:r>
            <w:r w:rsidR="00276973" w:rsidRPr="00276973">
              <w:t>ntribute to and implement a forest harvesting plan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CE681DA" w:rsidR="00DA54B5" w:rsidRDefault="00DA54B5" w:rsidP="00FF6A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F6AC0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FF6AC0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FF6AC0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62108B3E" w14:textId="77777777" w:rsidR="004A70C1" w:rsidRPr="00FF6AC0" w:rsidRDefault="004A70C1" w:rsidP="00FF6AC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2B504E5E" w:rsidR="00556C4C" w:rsidRPr="00B67ED5" w:rsidRDefault="00DA54B5" w:rsidP="00B67ED5">
            <w:pPr>
              <w:pStyle w:val="SIText"/>
            </w:pPr>
            <w:r w:rsidRPr="00B67ED5">
              <w:rPr>
                <w:rStyle w:val="SITemporaryText-red"/>
                <w:color w:val="auto"/>
                <w:sz w:val="20"/>
              </w:rPr>
              <w:t>There must be evidence that</w:t>
            </w:r>
            <w:r w:rsidR="004A70C1" w:rsidRPr="00B67ED5">
              <w:rPr>
                <w:rStyle w:val="SITemporaryText-red"/>
                <w:color w:val="auto"/>
                <w:sz w:val="20"/>
              </w:rPr>
              <w:t>,</w:t>
            </w:r>
            <w:r w:rsidRPr="00B67ED5">
              <w:rPr>
                <w:rStyle w:val="SITemporaryText-red"/>
                <w:color w:val="auto"/>
                <w:sz w:val="20"/>
              </w:rPr>
              <w:t xml:space="preserve"> </w:t>
            </w:r>
            <w:r w:rsidR="004A70C1" w:rsidRPr="00B67ED5">
              <w:rPr>
                <w:rStyle w:val="SITemporaryText-red"/>
                <w:color w:val="auto"/>
                <w:sz w:val="20"/>
              </w:rPr>
              <w:t>on one occasion</w:t>
            </w:r>
            <w:r w:rsidR="004A70C1" w:rsidRPr="00B67ED5">
              <w:rPr>
                <w:rStyle w:val="SITemporaryText-red"/>
                <w:color w:val="auto"/>
                <w:sz w:val="20"/>
              </w:rPr>
              <w:t xml:space="preserve"> and</w:t>
            </w:r>
            <w:r w:rsidR="004A70C1" w:rsidRPr="00B67ED5">
              <w:rPr>
                <w:rStyle w:val="SITemporaryText-red"/>
                <w:color w:val="auto"/>
                <w:sz w:val="20"/>
              </w:rPr>
              <w:t xml:space="preserve"> under the supervision of a senior forester, </w:t>
            </w:r>
            <w:r w:rsidRPr="00B67ED5">
              <w:rPr>
                <w:rStyle w:val="SITemporaryText-red"/>
                <w:color w:val="auto"/>
                <w:sz w:val="20"/>
              </w:rPr>
              <w:t xml:space="preserve">the individual has </w:t>
            </w:r>
            <w:r w:rsidR="00276973" w:rsidRPr="00B67ED5">
              <w:rPr>
                <w:rStyle w:val="SITemporaryText-red"/>
                <w:color w:val="auto"/>
                <w:sz w:val="20"/>
              </w:rPr>
              <w:t>develop</w:t>
            </w:r>
            <w:r w:rsidR="00072747" w:rsidRPr="00B67ED5">
              <w:rPr>
                <w:rStyle w:val="SITemporaryText-red"/>
                <w:color w:val="auto"/>
                <w:sz w:val="20"/>
              </w:rPr>
              <w:t>e</w:t>
            </w:r>
            <w:r w:rsidR="00FF6AC0" w:rsidRPr="00B67ED5">
              <w:rPr>
                <w:rStyle w:val="SITemporaryText-red"/>
                <w:color w:val="auto"/>
                <w:sz w:val="20"/>
              </w:rPr>
              <w:t>d</w:t>
            </w:r>
            <w:r w:rsidR="00276973" w:rsidRPr="00B67ED5">
              <w:rPr>
                <w:rStyle w:val="SITemporaryText-red"/>
                <w:color w:val="auto"/>
                <w:sz w:val="20"/>
              </w:rPr>
              <w:t xml:space="preserve">, </w:t>
            </w:r>
            <w:proofErr w:type="gramStart"/>
            <w:r w:rsidR="00072747" w:rsidRPr="00B67ED5">
              <w:rPr>
                <w:rStyle w:val="SITemporaryText-red"/>
                <w:color w:val="auto"/>
                <w:sz w:val="20"/>
              </w:rPr>
              <w:t>coordinated</w:t>
            </w:r>
            <w:proofErr w:type="gramEnd"/>
            <w:r w:rsidR="00072747" w:rsidRPr="00B67ED5">
              <w:rPr>
                <w:rStyle w:val="SITemporaryText-red"/>
                <w:color w:val="auto"/>
                <w:sz w:val="20"/>
              </w:rPr>
              <w:t xml:space="preserve"> </w:t>
            </w:r>
            <w:r w:rsidR="00276973" w:rsidRPr="00B67ED5">
              <w:rPr>
                <w:rStyle w:val="SITemporaryText-red"/>
                <w:color w:val="auto"/>
                <w:sz w:val="20"/>
              </w:rPr>
              <w:t xml:space="preserve">and </w:t>
            </w:r>
            <w:r w:rsidR="00F64E6F" w:rsidRPr="00B67ED5">
              <w:rPr>
                <w:rStyle w:val="SITemporaryText-red"/>
                <w:color w:val="auto"/>
                <w:sz w:val="20"/>
              </w:rPr>
              <w:t>review</w:t>
            </w:r>
            <w:r w:rsidR="00072747" w:rsidRPr="00B67ED5">
              <w:rPr>
                <w:rStyle w:val="SITemporaryText-red"/>
                <w:color w:val="auto"/>
                <w:sz w:val="20"/>
              </w:rPr>
              <w:t>ed</w:t>
            </w:r>
            <w:r w:rsidR="00F64E6F" w:rsidRPr="00B67ED5">
              <w:rPr>
                <w:rStyle w:val="SITemporaryText-red"/>
                <w:color w:val="auto"/>
                <w:sz w:val="20"/>
              </w:rPr>
              <w:t xml:space="preserve"> the implementation of a harvest</w:t>
            </w:r>
            <w:r w:rsidR="00FF6AC0" w:rsidRPr="00B67ED5">
              <w:rPr>
                <w:rStyle w:val="SITemporaryText-red"/>
                <w:color w:val="auto"/>
                <w:sz w:val="20"/>
              </w:rPr>
              <w:t>ing</w:t>
            </w:r>
            <w:r w:rsidR="00F64E6F" w:rsidRPr="00B67ED5">
              <w:rPr>
                <w:rStyle w:val="SITemporaryText-red"/>
                <w:color w:val="auto"/>
                <w:sz w:val="20"/>
              </w:rPr>
              <w:t xml:space="preserve"> plan</w:t>
            </w:r>
            <w:r w:rsidR="00072747" w:rsidRPr="00B67ED5">
              <w:t xml:space="preserve"> for </w:t>
            </w:r>
            <w:r w:rsidR="008E7D17" w:rsidRPr="00B67ED5">
              <w:t xml:space="preserve">an </w:t>
            </w:r>
            <w:r w:rsidR="00072747" w:rsidRPr="00B67ED5">
              <w:t>established coupe</w:t>
            </w:r>
            <w:r w:rsidR="008E7D17" w:rsidRPr="00B67ED5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FC5D83" w:rsidRDefault="00DA54B5" w:rsidP="00FC5D8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C5D8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5573BCB" w14:textId="763EC1BA" w:rsidR="00EA0037" w:rsidRPr="00EA0037" w:rsidRDefault="00B67ED5" w:rsidP="00EA0037">
            <w:pPr>
              <w:pStyle w:val="SIBulletList1"/>
            </w:pPr>
            <w:r>
              <w:t>C</w:t>
            </w:r>
            <w:r w:rsidR="00EA0037" w:rsidRPr="00EA0037">
              <w:t>ommonwealth, state, territory or local government regulations and codes of practice relevant to harvest operations</w:t>
            </w:r>
          </w:p>
          <w:p w14:paraId="745D4784" w14:textId="609AFD4C" w:rsidR="00257125" w:rsidRDefault="00257125" w:rsidP="00EA0037">
            <w:pPr>
              <w:pStyle w:val="SIBulletList1"/>
            </w:pPr>
            <w:r>
              <w:t>harvest plans</w:t>
            </w:r>
            <w:r w:rsidR="00B67ED5">
              <w:t>:</w:t>
            </w:r>
          </w:p>
          <w:p w14:paraId="601A398A" w14:textId="4241E0E3" w:rsidR="008E7D17" w:rsidRDefault="00EA0037" w:rsidP="00257125">
            <w:pPr>
              <w:pStyle w:val="SIBulletList2"/>
            </w:pPr>
            <w:r w:rsidRPr="00EA0037">
              <w:t>principles of harvest planning</w:t>
            </w:r>
          </w:p>
          <w:p w14:paraId="3E521C6D" w14:textId="60BD4B5D" w:rsidR="00257125" w:rsidRPr="00257125" w:rsidRDefault="00257125" w:rsidP="00257125">
            <w:pPr>
              <w:pStyle w:val="SIBulletList2"/>
            </w:pPr>
            <w:r>
              <w:t>purpose of harvest plans</w:t>
            </w:r>
          </w:p>
          <w:p w14:paraId="1E9DA1C8" w14:textId="0810EEBF" w:rsidR="00EA0037" w:rsidRDefault="008E7D17" w:rsidP="00257125">
            <w:pPr>
              <w:pStyle w:val="SIBulletList2"/>
            </w:pPr>
            <w:r>
              <w:t xml:space="preserve">format and </w:t>
            </w:r>
            <w:r w:rsidR="00EA0037" w:rsidRPr="00EA0037">
              <w:t xml:space="preserve">content of </w:t>
            </w:r>
            <w:r>
              <w:t xml:space="preserve">harvest </w:t>
            </w:r>
            <w:r w:rsidR="00EA0037" w:rsidRPr="00EA0037">
              <w:t>plans</w:t>
            </w:r>
          </w:p>
          <w:p w14:paraId="205430A1" w14:textId="77777777" w:rsidR="00EA0037" w:rsidRPr="00EA0037" w:rsidRDefault="00EA0037" w:rsidP="00EA0037">
            <w:pPr>
              <w:pStyle w:val="SIBulletList1"/>
            </w:pPr>
            <w:r w:rsidRPr="00EA0037">
              <w:t>land use zoning and land owning approval processes</w:t>
            </w:r>
          </w:p>
          <w:p w14:paraId="58DA4217" w14:textId="77777777" w:rsidR="00EA0037" w:rsidRPr="00EA0037" w:rsidRDefault="00EA0037" w:rsidP="00EA0037">
            <w:pPr>
              <w:pStyle w:val="SIBulletList1"/>
            </w:pPr>
            <w:r w:rsidRPr="00EA0037">
              <w:t>harvesting and extraction methods</w:t>
            </w:r>
          </w:p>
          <w:p w14:paraId="48264FA3" w14:textId="34F428D9" w:rsidR="00EA0037" w:rsidRPr="00EA0037" w:rsidRDefault="00EA0037" w:rsidP="00EA0037">
            <w:pPr>
              <w:pStyle w:val="SIBulletList1"/>
            </w:pPr>
            <w:r w:rsidRPr="00EA0037">
              <w:t xml:space="preserve">operational issues </w:t>
            </w:r>
            <w:proofErr w:type="gramStart"/>
            <w:r w:rsidR="00B06E9E">
              <w:t>impacting</w:t>
            </w:r>
            <w:proofErr w:type="gramEnd"/>
            <w:r w:rsidR="00B06E9E">
              <w:t xml:space="preserve"> on</w:t>
            </w:r>
            <w:r w:rsidRPr="00EA0037">
              <w:t xml:space="preserve"> harvesting </w:t>
            </w:r>
            <w:r w:rsidR="00B06E9E">
              <w:t>operations</w:t>
            </w:r>
            <w:r w:rsidR="00B67ED5">
              <w:t>:</w:t>
            </w:r>
          </w:p>
          <w:p w14:paraId="076FCDFD" w14:textId="13BE42A3" w:rsidR="0022456F" w:rsidRDefault="0022456F" w:rsidP="00EA0037">
            <w:pPr>
              <w:pStyle w:val="SIBulletList2"/>
            </w:pPr>
            <w:r>
              <w:t>contractual arrangements with harvesting contractors and other suppliers</w:t>
            </w:r>
          </w:p>
          <w:p w14:paraId="00C9ED8C" w14:textId="1562B96A" w:rsidR="00EA0037" w:rsidRPr="00EA0037" w:rsidRDefault="00EA0037" w:rsidP="00EA0037">
            <w:pPr>
              <w:pStyle w:val="SIBulletList2"/>
            </w:pPr>
            <w:r w:rsidRPr="00EA0037">
              <w:t>site preparation</w:t>
            </w:r>
          </w:p>
          <w:p w14:paraId="5DAAB25B" w14:textId="77777777" w:rsidR="00EA0037" w:rsidRPr="00EA0037" w:rsidRDefault="00EA0037" w:rsidP="00EA0037">
            <w:pPr>
              <w:pStyle w:val="SIBulletList2"/>
            </w:pPr>
            <w:r w:rsidRPr="00EA0037">
              <w:t>operation of landings and snig tracks</w:t>
            </w:r>
          </w:p>
          <w:p w14:paraId="78892420" w14:textId="77777777" w:rsidR="00EA0037" w:rsidRPr="00EA0037" w:rsidRDefault="00EA0037" w:rsidP="00EA0037">
            <w:pPr>
              <w:pStyle w:val="SIBulletList2"/>
            </w:pPr>
            <w:r w:rsidRPr="00EA0037">
              <w:t>cartage operations</w:t>
            </w:r>
          </w:p>
          <w:p w14:paraId="5A731FFF" w14:textId="77777777" w:rsidR="008E7D17" w:rsidRDefault="00EA0037" w:rsidP="00B06E9E">
            <w:pPr>
              <w:pStyle w:val="SIBulletList2"/>
            </w:pPr>
            <w:r w:rsidRPr="00EA0037">
              <w:t xml:space="preserve">environmental hazards </w:t>
            </w:r>
          </w:p>
          <w:p w14:paraId="6B37D771" w14:textId="657351B7" w:rsidR="00B06E9E" w:rsidRDefault="00CC20BA" w:rsidP="00B06E9E">
            <w:pPr>
              <w:pStyle w:val="SIBulletList2"/>
            </w:pPr>
            <w:r>
              <w:t xml:space="preserve">physical and cultural </w:t>
            </w:r>
            <w:r w:rsidR="008E7D17">
              <w:t xml:space="preserve">environment protection </w:t>
            </w:r>
            <w:r w:rsidR="00EA0037" w:rsidRPr="00EA0037">
              <w:t>practices</w:t>
            </w:r>
          </w:p>
          <w:p w14:paraId="15723C47" w14:textId="6EDF1FC2" w:rsidR="008E7D17" w:rsidRDefault="00EA0037" w:rsidP="00B06E9E">
            <w:pPr>
              <w:pStyle w:val="SIBulletList2"/>
            </w:pPr>
            <w:r w:rsidRPr="00EA0037">
              <w:t xml:space="preserve">workplace health and safety hazards </w:t>
            </w:r>
          </w:p>
          <w:p w14:paraId="657B5D43" w14:textId="5C17BB1D" w:rsidR="00B06E9E" w:rsidRDefault="00EA0037" w:rsidP="00B06E9E">
            <w:pPr>
              <w:pStyle w:val="SIBulletList2"/>
            </w:pPr>
            <w:r w:rsidRPr="00EA0037">
              <w:t>risks and control measures</w:t>
            </w:r>
          </w:p>
          <w:p w14:paraId="210A3056" w14:textId="77777777" w:rsidR="00B06E9E" w:rsidRDefault="00EA0037" w:rsidP="00B06E9E">
            <w:pPr>
              <w:pStyle w:val="SIBulletList2"/>
            </w:pPr>
            <w:r w:rsidRPr="00EA0037">
              <w:t>fire protection requirements</w:t>
            </w:r>
          </w:p>
          <w:p w14:paraId="222EEE19" w14:textId="345E4F05" w:rsidR="00EA0037" w:rsidRPr="00EA0037" w:rsidRDefault="00EA0037" w:rsidP="00B06E9E">
            <w:pPr>
              <w:pStyle w:val="SIBulletList2"/>
            </w:pPr>
            <w:r w:rsidRPr="00EA0037">
              <w:t>wet weather operations and restrictions</w:t>
            </w:r>
          </w:p>
          <w:p w14:paraId="7D71064D" w14:textId="15CFD750" w:rsidR="00EA0037" w:rsidRPr="00EA0037" w:rsidRDefault="00B06E9E" w:rsidP="00EA0037">
            <w:pPr>
              <w:pStyle w:val="SIBulletList1"/>
            </w:pPr>
            <w:r>
              <w:t>workplace</w:t>
            </w:r>
            <w:r w:rsidR="00EA0037" w:rsidRPr="00EA0037">
              <w:t xml:space="preserve"> standards, policies and procedures for the design and </w:t>
            </w:r>
            <w:r w:rsidR="00CC20BA">
              <w:t>implementation</w:t>
            </w:r>
            <w:r w:rsidR="00EA0037" w:rsidRPr="00EA0037">
              <w:t xml:space="preserve"> of harvest activities</w:t>
            </w:r>
            <w:r w:rsidR="00B67ED5">
              <w:t>:</w:t>
            </w:r>
          </w:p>
          <w:p w14:paraId="740BB447" w14:textId="77777777" w:rsidR="00EA0037" w:rsidRPr="00EA0037" w:rsidRDefault="00EA0037" w:rsidP="00EA0037">
            <w:pPr>
              <w:pStyle w:val="SIBulletList2"/>
            </w:pPr>
            <w:r w:rsidRPr="00EA0037">
              <w:t>workplace health and safety for harvesting operations</w:t>
            </w:r>
          </w:p>
          <w:p w14:paraId="000FEED3" w14:textId="77777777" w:rsidR="00EA0037" w:rsidRPr="00EA0037" w:rsidRDefault="00EA0037" w:rsidP="00EA0037">
            <w:pPr>
              <w:pStyle w:val="SIBulletList2"/>
            </w:pPr>
            <w:r w:rsidRPr="00EA0037">
              <w:t>environmental protection</w:t>
            </w:r>
          </w:p>
          <w:p w14:paraId="7E49BED5" w14:textId="77777777" w:rsidR="00EA0037" w:rsidRPr="00EA0037" w:rsidRDefault="00EA0037" w:rsidP="00EA0037">
            <w:pPr>
              <w:pStyle w:val="SIBulletList2"/>
            </w:pPr>
            <w:r w:rsidRPr="00EA0037">
              <w:t>documenting harvesting plans</w:t>
            </w:r>
          </w:p>
          <w:p w14:paraId="594042BC" w14:textId="236CA2A4" w:rsidR="00F1480E" w:rsidRPr="000754EC" w:rsidRDefault="00EA0037" w:rsidP="00EA0037">
            <w:pPr>
              <w:pStyle w:val="SIBulletList2"/>
            </w:pPr>
            <w:r w:rsidRPr="00EA0037">
              <w:t>communication reporting lines for plan content.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A8D8EA1" w14:textId="77777777" w:rsidR="00EF76AD" w:rsidRPr="00387FCF" w:rsidRDefault="00EF76AD" w:rsidP="00387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7FC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3A57AC0" w14:textId="77777777" w:rsidR="00EF76AD" w:rsidRPr="00387FCF" w:rsidRDefault="00EF76AD" w:rsidP="00387FC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7FC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E62DD6F" w14:textId="6183E0AB" w:rsidR="00EF76AD" w:rsidRPr="00387FCF" w:rsidRDefault="00EF76AD" w:rsidP="00387FC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7FCF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387FCF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71D5C250" w14:textId="77777777" w:rsidR="00EF76AD" w:rsidRPr="00387FCF" w:rsidRDefault="00EF76AD" w:rsidP="00387FC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87FCF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08C72D8" w14:textId="536680BA" w:rsidR="00EF76AD" w:rsidRDefault="00EF76AD" w:rsidP="00EF76AD">
            <w:pPr>
              <w:pStyle w:val="SIBulletList2"/>
            </w:pPr>
            <w:r w:rsidRPr="00142558">
              <w:t xml:space="preserve">access to </w:t>
            </w:r>
            <w:r w:rsidR="00387FCF">
              <w:t>coupes to be harvested</w:t>
            </w:r>
          </w:p>
          <w:p w14:paraId="73D48574" w14:textId="1CA31778" w:rsidR="00EF76AD" w:rsidRPr="00EF76AD" w:rsidRDefault="00EF76AD" w:rsidP="00EF76AD">
            <w:pPr>
              <w:pStyle w:val="SIBulletList2"/>
            </w:pPr>
            <w:r w:rsidRPr="00EF76AD">
              <w:t>comput</w:t>
            </w:r>
            <w:r w:rsidR="00387FCF">
              <w:t>ing hardware and software</w:t>
            </w:r>
            <w:r w:rsidRPr="00EF76AD">
              <w:t xml:space="preserve"> for documenting harvesting plans</w:t>
            </w:r>
          </w:p>
          <w:p w14:paraId="171EA502" w14:textId="77777777" w:rsidR="00EF76AD" w:rsidRPr="00EF76AD" w:rsidRDefault="00EF76AD" w:rsidP="00EF76A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F76A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C212F7" w14:textId="77777777" w:rsidR="00B67ED5" w:rsidRPr="00B67ED5" w:rsidRDefault="00B67ED5" w:rsidP="00B67ED5">
            <w:pPr>
              <w:pStyle w:val="SIBulletList2"/>
            </w:pPr>
            <w:r>
              <w:t xml:space="preserve">reference materials for coupes </w:t>
            </w:r>
            <w:r w:rsidRPr="00B67ED5">
              <w:t xml:space="preserve">to be harvesting including topographic maps, information on land use zonings and application forms, template harvesting </w:t>
            </w:r>
            <w:proofErr w:type="gramStart"/>
            <w:r w:rsidRPr="00B67ED5">
              <w:t>plans</w:t>
            </w:r>
            <w:proofErr w:type="gramEnd"/>
          </w:p>
          <w:p w14:paraId="23D138BC" w14:textId="6CAAEBC5" w:rsidR="00387FCF" w:rsidRPr="00387FCF" w:rsidRDefault="00387FCF" w:rsidP="00387FCF">
            <w:pPr>
              <w:pStyle w:val="SIBulletList2"/>
            </w:pPr>
            <w:r>
              <w:t>workplace</w:t>
            </w:r>
            <w:r w:rsidRPr="00EF76AD">
              <w:t xml:space="preserve"> standards, policies and procedures for the de</w:t>
            </w:r>
            <w:r>
              <w:t>velopment</w:t>
            </w:r>
            <w:r w:rsidRPr="00EF76AD">
              <w:t xml:space="preserve"> and </w:t>
            </w:r>
            <w:r>
              <w:t>implementation</w:t>
            </w:r>
            <w:r w:rsidRPr="00EF76AD">
              <w:t xml:space="preserve"> of harvest</w:t>
            </w:r>
            <w:r>
              <w:t>ing plans</w:t>
            </w:r>
          </w:p>
          <w:p w14:paraId="6492EFE9" w14:textId="764B03D4" w:rsidR="00387FCF" w:rsidRDefault="00387FCF" w:rsidP="00EF76AD">
            <w:pPr>
              <w:pStyle w:val="SIBulletList2"/>
            </w:pPr>
            <w:r>
              <w:t xml:space="preserve">access to </w:t>
            </w:r>
            <w:r w:rsidR="00351007">
              <w:t>C</w:t>
            </w:r>
            <w:r w:rsidRPr="00EF76AD">
              <w:t xml:space="preserve">ommonwealth, state, territory or local government regulations and codes of practice relevant to </w:t>
            </w:r>
            <w:r w:rsidRPr="00387FCF">
              <w:t xml:space="preserve">harvest operations </w:t>
            </w:r>
          </w:p>
          <w:p w14:paraId="408E33F7" w14:textId="2EF18435" w:rsidR="00EF76AD" w:rsidRDefault="00A60619" w:rsidP="00083ABA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  <w:r>
              <w:t>.</w:t>
            </w:r>
          </w:p>
          <w:p w14:paraId="5B293C33" w14:textId="77777777" w:rsidR="00A60619" w:rsidRPr="00EF76AD" w:rsidRDefault="00A60619" w:rsidP="00A60619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48ACC477" w:rsidR="00DA54B5" w:rsidRPr="00387FCF" w:rsidRDefault="00EF76AD" w:rsidP="00387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7FCF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A4E4F" w14:textId="77777777" w:rsidR="006113F3" w:rsidRDefault="006113F3" w:rsidP="00BF3F0A">
      <w:r>
        <w:separator/>
      </w:r>
    </w:p>
    <w:p w14:paraId="145B257D" w14:textId="77777777" w:rsidR="006113F3" w:rsidRDefault="006113F3"/>
  </w:endnote>
  <w:endnote w:type="continuationSeparator" w:id="0">
    <w:p w14:paraId="7FAF6611" w14:textId="77777777" w:rsidR="006113F3" w:rsidRDefault="006113F3" w:rsidP="00BF3F0A">
      <w:r>
        <w:continuationSeparator/>
      </w:r>
    </w:p>
    <w:p w14:paraId="06EB900B" w14:textId="77777777" w:rsidR="006113F3" w:rsidRDefault="006113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E141F" w14:textId="77777777" w:rsidR="006113F3" w:rsidRDefault="006113F3" w:rsidP="00BF3F0A">
      <w:r>
        <w:separator/>
      </w:r>
    </w:p>
    <w:p w14:paraId="3476D8D5" w14:textId="77777777" w:rsidR="006113F3" w:rsidRDefault="006113F3"/>
  </w:footnote>
  <w:footnote w:type="continuationSeparator" w:id="0">
    <w:p w14:paraId="334AC274" w14:textId="77777777" w:rsidR="006113F3" w:rsidRDefault="006113F3" w:rsidP="00BF3F0A">
      <w:r>
        <w:continuationSeparator/>
      </w:r>
    </w:p>
    <w:p w14:paraId="56129FCD" w14:textId="77777777" w:rsidR="006113F3" w:rsidRDefault="006113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A223AFE" w:rsidR="009C2650" w:rsidRPr="00EA0037" w:rsidRDefault="00EA0037" w:rsidP="00EA0037">
    <w:r w:rsidRPr="00EA0037">
      <w:t>FWPHAR</w:t>
    </w:r>
    <w:r w:rsidR="009C3AFB">
      <w:t xml:space="preserve">XXXX Contribute to and implement a forest </w:t>
    </w:r>
    <w:r w:rsidRPr="00EA0037">
      <w:t>harvesting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D57E4"/>
    <w:multiLevelType w:val="multilevel"/>
    <w:tmpl w:val="F9861A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04955"/>
    <w:multiLevelType w:val="multilevel"/>
    <w:tmpl w:val="24948D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6B408D"/>
    <w:multiLevelType w:val="multilevel"/>
    <w:tmpl w:val="516CFD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D8D5B7E"/>
    <w:multiLevelType w:val="multilevel"/>
    <w:tmpl w:val="96409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A273A1"/>
    <w:multiLevelType w:val="multilevel"/>
    <w:tmpl w:val="4B264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F3426F"/>
    <w:multiLevelType w:val="multilevel"/>
    <w:tmpl w:val="C5DC3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F51C4E"/>
    <w:multiLevelType w:val="multilevel"/>
    <w:tmpl w:val="4A1EB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FF1668"/>
    <w:multiLevelType w:val="multilevel"/>
    <w:tmpl w:val="75B28B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39149B"/>
    <w:multiLevelType w:val="multilevel"/>
    <w:tmpl w:val="69CE8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056AB1"/>
    <w:multiLevelType w:val="multilevel"/>
    <w:tmpl w:val="87A421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182EB1"/>
    <w:multiLevelType w:val="multilevel"/>
    <w:tmpl w:val="CD54AA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F6798E"/>
    <w:multiLevelType w:val="multilevel"/>
    <w:tmpl w:val="09927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AC21D55"/>
    <w:multiLevelType w:val="multilevel"/>
    <w:tmpl w:val="FFA62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103349"/>
    <w:multiLevelType w:val="multilevel"/>
    <w:tmpl w:val="8F0C6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561186"/>
    <w:multiLevelType w:val="multilevel"/>
    <w:tmpl w:val="CDBEA5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2B31D9"/>
    <w:multiLevelType w:val="multilevel"/>
    <w:tmpl w:val="114A9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2"/>
  </w:num>
  <w:num w:numId="5">
    <w:abstractNumId w:val="5"/>
  </w:num>
  <w:num w:numId="6">
    <w:abstractNumId w:val="17"/>
  </w:num>
  <w:num w:numId="7">
    <w:abstractNumId w:val="6"/>
  </w:num>
  <w:num w:numId="8">
    <w:abstractNumId w:val="20"/>
  </w:num>
  <w:num w:numId="9">
    <w:abstractNumId w:val="1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4"/>
  </w:num>
  <w:num w:numId="15">
    <w:abstractNumId w:val="10"/>
  </w:num>
  <w:num w:numId="16">
    <w:abstractNumId w:val="4"/>
  </w:num>
  <w:num w:numId="17">
    <w:abstractNumId w:val="11"/>
  </w:num>
  <w:num w:numId="18">
    <w:abstractNumId w:val="18"/>
  </w:num>
  <w:num w:numId="19">
    <w:abstractNumId w:val="9"/>
  </w:num>
  <w:num w:numId="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tDQ2NjUxNrI0NbVQ0lEKTi0uzszPAykwrAUAbjn9JC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36931"/>
    <w:rsid w:val="00041E59"/>
    <w:rsid w:val="00064BFE"/>
    <w:rsid w:val="00070B3E"/>
    <w:rsid w:val="00071F95"/>
    <w:rsid w:val="00072747"/>
    <w:rsid w:val="000737BB"/>
    <w:rsid w:val="00074E47"/>
    <w:rsid w:val="000754EC"/>
    <w:rsid w:val="000763FF"/>
    <w:rsid w:val="00081739"/>
    <w:rsid w:val="0009093B"/>
    <w:rsid w:val="000A5441"/>
    <w:rsid w:val="000B2022"/>
    <w:rsid w:val="000C149A"/>
    <w:rsid w:val="000C224E"/>
    <w:rsid w:val="000E25E6"/>
    <w:rsid w:val="000E2C86"/>
    <w:rsid w:val="000F29F2"/>
    <w:rsid w:val="000F4C0C"/>
    <w:rsid w:val="00101659"/>
    <w:rsid w:val="00105AEA"/>
    <w:rsid w:val="001078BF"/>
    <w:rsid w:val="00132A5A"/>
    <w:rsid w:val="00133957"/>
    <w:rsid w:val="001360FE"/>
    <w:rsid w:val="001372F6"/>
    <w:rsid w:val="00141BD9"/>
    <w:rsid w:val="00144385"/>
    <w:rsid w:val="00146EEC"/>
    <w:rsid w:val="00151D55"/>
    <w:rsid w:val="00151D76"/>
    <w:rsid w:val="00151D93"/>
    <w:rsid w:val="00156EF3"/>
    <w:rsid w:val="00171185"/>
    <w:rsid w:val="00176159"/>
    <w:rsid w:val="00176E4F"/>
    <w:rsid w:val="0018546B"/>
    <w:rsid w:val="001A436F"/>
    <w:rsid w:val="001A6A3E"/>
    <w:rsid w:val="001A7B6D"/>
    <w:rsid w:val="001B157F"/>
    <w:rsid w:val="001B16B2"/>
    <w:rsid w:val="001B34D5"/>
    <w:rsid w:val="001B513A"/>
    <w:rsid w:val="001B6931"/>
    <w:rsid w:val="001C0A75"/>
    <w:rsid w:val="001C1306"/>
    <w:rsid w:val="001D30EB"/>
    <w:rsid w:val="001D5C1B"/>
    <w:rsid w:val="001D7F5B"/>
    <w:rsid w:val="001E0849"/>
    <w:rsid w:val="001E0B9F"/>
    <w:rsid w:val="001E16BC"/>
    <w:rsid w:val="001E16DF"/>
    <w:rsid w:val="001E196A"/>
    <w:rsid w:val="001F2BA5"/>
    <w:rsid w:val="001F308D"/>
    <w:rsid w:val="00201A7C"/>
    <w:rsid w:val="00201FF7"/>
    <w:rsid w:val="0021210E"/>
    <w:rsid w:val="0021414D"/>
    <w:rsid w:val="0022087F"/>
    <w:rsid w:val="00223124"/>
    <w:rsid w:val="0022456F"/>
    <w:rsid w:val="00232350"/>
    <w:rsid w:val="00233143"/>
    <w:rsid w:val="00234444"/>
    <w:rsid w:val="00242293"/>
    <w:rsid w:val="00244EA7"/>
    <w:rsid w:val="00255A74"/>
    <w:rsid w:val="00257125"/>
    <w:rsid w:val="00257B07"/>
    <w:rsid w:val="00262FC3"/>
    <w:rsid w:val="0026394F"/>
    <w:rsid w:val="00267AF6"/>
    <w:rsid w:val="0027191C"/>
    <w:rsid w:val="00276973"/>
    <w:rsid w:val="00276DB8"/>
    <w:rsid w:val="00280859"/>
    <w:rsid w:val="00282664"/>
    <w:rsid w:val="00282DF0"/>
    <w:rsid w:val="00285FB8"/>
    <w:rsid w:val="00292F22"/>
    <w:rsid w:val="00293F7D"/>
    <w:rsid w:val="002941A0"/>
    <w:rsid w:val="00297081"/>
    <w:rsid w:val="002970C3"/>
    <w:rsid w:val="002A4CD3"/>
    <w:rsid w:val="002A6CC4"/>
    <w:rsid w:val="002B2ED4"/>
    <w:rsid w:val="002B32BD"/>
    <w:rsid w:val="002C2F55"/>
    <w:rsid w:val="002C55E9"/>
    <w:rsid w:val="002D0C8B"/>
    <w:rsid w:val="002D25D8"/>
    <w:rsid w:val="002D330A"/>
    <w:rsid w:val="002D49DA"/>
    <w:rsid w:val="002D730A"/>
    <w:rsid w:val="002E170C"/>
    <w:rsid w:val="002E180F"/>
    <w:rsid w:val="002E193E"/>
    <w:rsid w:val="002E5302"/>
    <w:rsid w:val="0030082A"/>
    <w:rsid w:val="00305EFF"/>
    <w:rsid w:val="00310A6A"/>
    <w:rsid w:val="003144E6"/>
    <w:rsid w:val="00315624"/>
    <w:rsid w:val="00323D6D"/>
    <w:rsid w:val="003334B5"/>
    <w:rsid w:val="003373FA"/>
    <w:rsid w:val="00337E82"/>
    <w:rsid w:val="00343BBC"/>
    <w:rsid w:val="00346FDC"/>
    <w:rsid w:val="00350BB1"/>
    <w:rsid w:val="00351007"/>
    <w:rsid w:val="00352C83"/>
    <w:rsid w:val="00366805"/>
    <w:rsid w:val="0037067D"/>
    <w:rsid w:val="00373436"/>
    <w:rsid w:val="00381593"/>
    <w:rsid w:val="0038735B"/>
    <w:rsid w:val="00387FCF"/>
    <w:rsid w:val="003916D1"/>
    <w:rsid w:val="0039204B"/>
    <w:rsid w:val="00394C90"/>
    <w:rsid w:val="003A21F0"/>
    <w:rsid w:val="003A277F"/>
    <w:rsid w:val="003A537C"/>
    <w:rsid w:val="003A58BA"/>
    <w:rsid w:val="003A5AE7"/>
    <w:rsid w:val="003A7221"/>
    <w:rsid w:val="003B3493"/>
    <w:rsid w:val="003B4046"/>
    <w:rsid w:val="003C13AE"/>
    <w:rsid w:val="003C7152"/>
    <w:rsid w:val="003D2E73"/>
    <w:rsid w:val="003E4F23"/>
    <w:rsid w:val="003E72B6"/>
    <w:rsid w:val="003E7BBE"/>
    <w:rsid w:val="003F227C"/>
    <w:rsid w:val="004127E3"/>
    <w:rsid w:val="0043212E"/>
    <w:rsid w:val="00434366"/>
    <w:rsid w:val="00434ECE"/>
    <w:rsid w:val="0044193D"/>
    <w:rsid w:val="00444423"/>
    <w:rsid w:val="00452F3E"/>
    <w:rsid w:val="00452F51"/>
    <w:rsid w:val="0046239A"/>
    <w:rsid w:val="00462731"/>
    <w:rsid w:val="004640AE"/>
    <w:rsid w:val="004679E3"/>
    <w:rsid w:val="0047435A"/>
    <w:rsid w:val="00475172"/>
    <w:rsid w:val="004758B0"/>
    <w:rsid w:val="00475F76"/>
    <w:rsid w:val="00477984"/>
    <w:rsid w:val="004832D2"/>
    <w:rsid w:val="00485559"/>
    <w:rsid w:val="00496F2B"/>
    <w:rsid w:val="004A142B"/>
    <w:rsid w:val="004A1F3D"/>
    <w:rsid w:val="004A3860"/>
    <w:rsid w:val="004A3BBF"/>
    <w:rsid w:val="004A44E8"/>
    <w:rsid w:val="004A581D"/>
    <w:rsid w:val="004A70C1"/>
    <w:rsid w:val="004A7706"/>
    <w:rsid w:val="004A77E3"/>
    <w:rsid w:val="004B29B7"/>
    <w:rsid w:val="004B7A28"/>
    <w:rsid w:val="004C1FF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3363E"/>
    <w:rsid w:val="00536ECD"/>
    <w:rsid w:val="005405B2"/>
    <w:rsid w:val="005427C8"/>
    <w:rsid w:val="005446D1"/>
    <w:rsid w:val="00556C4C"/>
    <w:rsid w:val="00557369"/>
    <w:rsid w:val="00557D22"/>
    <w:rsid w:val="00564ADD"/>
    <w:rsid w:val="005708EB"/>
    <w:rsid w:val="005709C8"/>
    <w:rsid w:val="00572E61"/>
    <w:rsid w:val="00575BC6"/>
    <w:rsid w:val="00581C55"/>
    <w:rsid w:val="00583902"/>
    <w:rsid w:val="005A1D70"/>
    <w:rsid w:val="005A3AA5"/>
    <w:rsid w:val="005A6C9C"/>
    <w:rsid w:val="005A74DC"/>
    <w:rsid w:val="005B0FCE"/>
    <w:rsid w:val="005B5146"/>
    <w:rsid w:val="005C3FB7"/>
    <w:rsid w:val="005C62AA"/>
    <w:rsid w:val="005D1AFD"/>
    <w:rsid w:val="005E0407"/>
    <w:rsid w:val="005E51E6"/>
    <w:rsid w:val="005F027A"/>
    <w:rsid w:val="005F33CC"/>
    <w:rsid w:val="005F651C"/>
    <w:rsid w:val="005F771F"/>
    <w:rsid w:val="006113F3"/>
    <w:rsid w:val="006121D4"/>
    <w:rsid w:val="00613B49"/>
    <w:rsid w:val="00616845"/>
    <w:rsid w:val="00620E8E"/>
    <w:rsid w:val="00625F6F"/>
    <w:rsid w:val="00633CFE"/>
    <w:rsid w:val="00634FCA"/>
    <w:rsid w:val="00643D1B"/>
    <w:rsid w:val="006452B8"/>
    <w:rsid w:val="00652E62"/>
    <w:rsid w:val="006669A2"/>
    <w:rsid w:val="00672023"/>
    <w:rsid w:val="00681EC8"/>
    <w:rsid w:val="00686A49"/>
    <w:rsid w:val="00687B62"/>
    <w:rsid w:val="00690C44"/>
    <w:rsid w:val="00692E46"/>
    <w:rsid w:val="006969D9"/>
    <w:rsid w:val="006A2B68"/>
    <w:rsid w:val="006C2F32"/>
    <w:rsid w:val="006D17D4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26D5"/>
    <w:rsid w:val="006F3622"/>
    <w:rsid w:val="00705A20"/>
    <w:rsid w:val="00705EEC"/>
    <w:rsid w:val="00707741"/>
    <w:rsid w:val="00711BAB"/>
    <w:rsid w:val="007134FE"/>
    <w:rsid w:val="00715794"/>
    <w:rsid w:val="00717385"/>
    <w:rsid w:val="00722769"/>
    <w:rsid w:val="00724AC9"/>
    <w:rsid w:val="00727901"/>
    <w:rsid w:val="0073075B"/>
    <w:rsid w:val="0073404B"/>
    <w:rsid w:val="007341FF"/>
    <w:rsid w:val="00737D9A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73EDF"/>
    <w:rsid w:val="00781D77"/>
    <w:rsid w:val="00782A0B"/>
    <w:rsid w:val="00783549"/>
    <w:rsid w:val="007860B7"/>
    <w:rsid w:val="00786DC8"/>
    <w:rsid w:val="00787E00"/>
    <w:rsid w:val="00793607"/>
    <w:rsid w:val="00793932"/>
    <w:rsid w:val="007A300D"/>
    <w:rsid w:val="007B26AD"/>
    <w:rsid w:val="007B4012"/>
    <w:rsid w:val="007B5138"/>
    <w:rsid w:val="007D5A78"/>
    <w:rsid w:val="007E3BD1"/>
    <w:rsid w:val="007F1563"/>
    <w:rsid w:val="007F1EB2"/>
    <w:rsid w:val="007F44DB"/>
    <w:rsid w:val="007F5A8B"/>
    <w:rsid w:val="0080775F"/>
    <w:rsid w:val="00807DB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098"/>
    <w:rsid w:val="0088115F"/>
    <w:rsid w:val="00886790"/>
    <w:rsid w:val="008908DE"/>
    <w:rsid w:val="008A12ED"/>
    <w:rsid w:val="008A39D3"/>
    <w:rsid w:val="008B0C86"/>
    <w:rsid w:val="008B2C77"/>
    <w:rsid w:val="008B4AD2"/>
    <w:rsid w:val="008B7138"/>
    <w:rsid w:val="008B72F1"/>
    <w:rsid w:val="008C5B8C"/>
    <w:rsid w:val="008D05DC"/>
    <w:rsid w:val="008E260C"/>
    <w:rsid w:val="008E39BE"/>
    <w:rsid w:val="008E62EC"/>
    <w:rsid w:val="008E7D17"/>
    <w:rsid w:val="008F096D"/>
    <w:rsid w:val="008F32F6"/>
    <w:rsid w:val="00906EC1"/>
    <w:rsid w:val="00916CD7"/>
    <w:rsid w:val="0092080F"/>
    <w:rsid w:val="00920927"/>
    <w:rsid w:val="00921B38"/>
    <w:rsid w:val="009226BF"/>
    <w:rsid w:val="00923720"/>
    <w:rsid w:val="009278C9"/>
    <w:rsid w:val="00932CD7"/>
    <w:rsid w:val="00943BEE"/>
    <w:rsid w:val="00944C09"/>
    <w:rsid w:val="009527CB"/>
    <w:rsid w:val="00953835"/>
    <w:rsid w:val="00960F6C"/>
    <w:rsid w:val="00970747"/>
    <w:rsid w:val="00984320"/>
    <w:rsid w:val="0098559F"/>
    <w:rsid w:val="0099541D"/>
    <w:rsid w:val="00997699"/>
    <w:rsid w:val="00997BFC"/>
    <w:rsid w:val="009A124F"/>
    <w:rsid w:val="009A5900"/>
    <w:rsid w:val="009A6E6C"/>
    <w:rsid w:val="009A6F3F"/>
    <w:rsid w:val="009B331A"/>
    <w:rsid w:val="009C2650"/>
    <w:rsid w:val="009C3AFB"/>
    <w:rsid w:val="009D15E2"/>
    <w:rsid w:val="009D15FE"/>
    <w:rsid w:val="009D5D2C"/>
    <w:rsid w:val="009F0DCC"/>
    <w:rsid w:val="009F0FCB"/>
    <w:rsid w:val="009F11CA"/>
    <w:rsid w:val="00A0053F"/>
    <w:rsid w:val="00A02260"/>
    <w:rsid w:val="00A027D4"/>
    <w:rsid w:val="00A0695B"/>
    <w:rsid w:val="00A13052"/>
    <w:rsid w:val="00A216A8"/>
    <w:rsid w:val="00A223A6"/>
    <w:rsid w:val="00A3639E"/>
    <w:rsid w:val="00A5092E"/>
    <w:rsid w:val="00A554D6"/>
    <w:rsid w:val="00A56674"/>
    <w:rsid w:val="00A56E14"/>
    <w:rsid w:val="00A572FE"/>
    <w:rsid w:val="00A577F8"/>
    <w:rsid w:val="00A6002E"/>
    <w:rsid w:val="00A60619"/>
    <w:rsid w:val="00A6476B"/>
    <w:rsid w:val="00A76C6C"/>
    <w:rsid w:val="00A87356"/>
    <w:rsid w:val="00A92DD1"/>
    <w:rsid w:val="00AA31F4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C6316"/>
    <w:rsid w:val="00AD3896"/>
    <w:rsid w:val="00AD5B47"/>
    <w:rsid w:val="00AE1ED9"/>
    <w:rsid w:val="00AE32CB"/>
    <w:rsid w:val="00AE6F35"/>
    <w:rsid w:val="00AF3957"/>
    <w:rsid w:val="00B06E9E"/>
    <w:rsid w:val="00B0712C"/>
    <w:rsid w:val="00B10A0B"/>
    <w:rsid w:val="00B10E79"/>
    <w:rsid w:val="00B12013"/>
    <w:rsid w:val="00B147B8"/>
    <w:rsid w:val="00B22C67"/>
    <w:rsid w:val="00B256B9"/>
    <w:rsid w:val="00B34A17"/>
    <w:rsid w:val="00B3508F"/>
    <w:rsid w:val="00B443EE"/>
    <w:rsid w:val="00B560C8"/>
    <w:rsid w:val="00B61150"/>
    <w:rsid w:val="00B65BC7"/>
    <w:rsid w:val="00B67ED5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D3B0F"/>
    <w:rsid w:val="00BD4BBA"/>
    <w:rsid w:val="00BE0098"/>
    <w:rsid w:val="00BE5889"/>
    <w:rsid w:val="00BF1D4C"/>
    <w:rsid w:val="00BF369D"/>
    <w:rsid w:val="00BF3F0A"/>
    <w:rsid w:val="00C143C3"/>
    <w:rsid w:val="00C1739B"/>
    <w:rsid w:val="00C21ADE"/>
    <w:rsid w:val="00C26067"/>
    <w:rsid w:val="00C30A29"/>
    <w:rsid w:val="00C317DC"/>
    <w:rsid w:val="00C578E9"/>
    <w:rsid w:val="00C61696"/>
    <w:rsid w:val="00C66932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51F1"/>
    <w:rsid w:val="00CB0BF6"/>
    <w:rsid w:val="00CB746F"/>
    <w:rsid w:val="00CC20BA"/>
    <w:rsid w:val="00CC451E"/>
    <w:rsid w:val="00CD4E9D"/>
    <w:rsid w:val="00CD4F4D"/>
    <w:rsid w:val="00CE65A2"/>
    <w:rsid w:val="00CE7D19"/>
    <w:rsid w:val="00CF0CF5"/>
    <w:rsid w:val="00CF2B3E"/>
    <w:rsid w:val="00CF6F7E"/>
    <w:rsid w:val="00D0201F"/>
    <w:rsid w:val="00D026A5"/>
    <w:rsid w:val="00D033C9"/>
    <w:rsid w:val="00D03685"/>
    <w:rsid w:val="00D07D4E"/>
    <w:rsid w:val="00D115AA"/>
    <w:rsid w:val="00D145BE"/>
    <w:rsid w:val="00D2035A"/>
    <w:rsid w:val="00D20C57"/>
    <w:rsid w:val="00D25D16"/>
    <w:rsid w:val="00D32124"/>
    <w:rsid w:val="00D432E3"/>
    <w:rsid w:val="00D54C76"/>
    <w:rsid w:val="00D632BB"/>
    <w:rsid w:val="00D71E43"/>
    <w:rsid w:val="00D727F3"/>
    <w:rsid w:val="00D72874"/>
    <w:rsid w:val="00D73695"/>
    <w:rsid w:val="00D810DE"/>
    <w:rsid w:val="00D812E4"/>
    <w:rsid w:val="00D87D32"/>
    <w:rsid w:val="00D91188"/>
    <w:rsid w:val="00D92C83"/>
    <w:rsid w:val="00D97257"/>
    <w:rsid w:val="00DA0A81"/>
    <w:rsid w:val="00DA1865"/>
    <w:rsid w:val="00DA3C10"/>
    <w:rsid w:val="00DA53B5"/>
    <w:rsid w:val="00DA54B5"/>
    <w:rsid w:val="00DB20AD"/>
    <w:rsid w:val="00DB6B56"/>
    <w:rsid w:val="00DC1D69"/>
    <w:rsid w:val="00DC5A3A"/>
    <w:rsid w:val="00DD0726"/>
    <w:rsid w:val="00DD3C1C"/>
    <w:rsid w:val="00DE074D"/>
    <w:rsid w:val="00DE321E"/>
    <w:rsid w:val="00DE3A7D"/>
    <w:rsid w:val="00DE3DB1"/>
    <w:rsid w:val="00DE6E0D"/>
    <w:rsid w:val="00DF138A"/>
    <w:rsid w:val="00DF3361"/>
    <w:rsid w:val="00DF62A4"/>
    <w:rsid w:val="00E07143"/>
    <w:rsid w:val="00E12AD9"/>
    <w:rsid w:val="00E238E6"/>
    <w:rsid w:val="00E2602F"/>
    <w:rsid w:val="00E2708E"/>
    <w:rsid w:val="00E312BF"/>
    <w:rsid w:val="00E34CD8"/>
    <w:rsid w:val="00E35064"/>
    <w:rsid w:val="00E3681D"/>
    <w:rsid w:val="00E40225"/>
    <w:rsid w:val="00E46DDB"/>
    <w:rsid w:val="00E501F0"/>
    <w:rsid w:val="00E6166D"/>
    <w:rsid w:val="00E91BFF"/>
    <w:rsid w:val="00E92933"/>
    <w:rsid w:val="00E933B0"/>
    <w:rsid w:val="00E94FAD"/>
    <w:rsid w:val="00E95498"/>
    <w:rsid w:val="00EA0037"/>
    <w:rsid w:val="00EA2FCF"/>
    <w:rsid w:val="00EB0AA4"/>
    <w:rsid w:val="00EB5C88"/>
    <w:rsid w:val="00EC0469"/>
    <w:rsid w:val="00EC0C3E"/>
    <w:rsid w:val="00ED3638"/>
    <w:rsid w:val="00ED6C87"/>
    <w:rsid w:val="00EF01F8"/>
    <w:rsid w:val="00EF3268"/>
    <w:rsid w:val="00EF40EF"/>
    <w:rsid w:val="00EF47FE"/>
    <w:rsid w:val="00EF76AD"/>
    <w:rsid w:val="00F004C7"/>
    <w:rsid w:val="00F0092A"/>
    <w:rsid w:val="00F05E3B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38FC"/>
    <w:rsid w:val="00F46164"/>
    <w:rsid w:val="00F5616F"/>
    <w:rsid w:val="00F56451"/>
    <w:rsid w:val="00F56827"/>
    <w:rsid w:val="00F56906"/>
    <w:rsid w:val="00F62866"/>
    <w:rsid w:val="00F64E6F"/>
    <w:rsid w:val="00F65EF0"/>
    <w:rsid w:val="00F702C4"/>
    <w:rsid w:val="00F71651"/>
    <w:rsid w:val="00F76191"/>
    <w:rsid w:val="00F76CC6"/>
    <w:rsid w:val="00F8149F"/>
    <w:rsid w:val="00F83978"/>
    <w:rsid w:val="00F83D7C"/>
    <w:rsid w:val="00FB232E"/>
    <w:rsid w:val="00FB6B6E"/>
    <w:rsid w:val="00FC0022"/>
    <w:rsid w:val="00FC5D83"/>
    <w:rsid w:val="00FD557D"/>
    <w:rsid w:val="00FE0282"/>
    <w:rsid w:val="00FE124D"/>
    <w:rsid w:val="00FE792C"/>
    <w:rsid w:val="00FF58F8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DD290-A3FB-43C1-B53A-7499AA144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E883781-38D2-4510-9556-89759EE0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426</TotalTime>
  <Pages>4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144</cp:revision>
  <cp:lastPrinted>2016-05-27T05:21:00Z</cp:lastPrinted>
  <dcterms:created xsi:type="dcterms:W3CDTF">2020-08-25T06:08:00Z</dcterms:created>
  <dcterms:modified xsi:type="dcterms:W3CDTF">2021-05-07T22:20:00Z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